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490EF" w14:textId="36B870FD" w:rsidR="00535962" w:rsidRPr="00F7167E" w:rsidRDefault="007B09CE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6BF3AD4" wp14:editId="0796297E">
                <wp:simplePos x="0" y="0"/>
                <wp:positionH relativeFrom="column">
                  <wp:posOffset>6934200</wp:posOffset>
                </wp:positionH>
                <wp:positionV relativeFrom="paragraph">
                  <wp:posOffset>-438150</wp:posOffset>
                </wp:positionV>
                <wp:extent cx="1980565" cy="701040"/>
                <wp:effectExtent l="0" t="0" r="1968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62"/>
                            <a:chOff x="9151" y="720"/>
                            <a:chExt cx="2009" cy="802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75"/>
                              <a:ext cx="2009" cy="34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77539A" w14:textId="5BE2A600" w:rsidR="00957FDA" w:rsidRPr="00535962" w:rsidRDefault="002574A6" w:rsidP="00957FDA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CONADIS-CCC-LPN-202</w:t>
                                </w:r>
                                <w:r w:rsidR="006E0558">
                                  <w:rPr>
                                    <w:rStyle w:val="Style2"/>
                                  </w:rPr>
                                  <w:t>5</w:t>
                                </w:r>
                                <w:r>
                                  <w:rPr>
                                    <w:rStyle w:val="Style2"/>
                                  </w:rPr>
                                  <w:t>-000</w:t>
                                </w:r>
                                <w:r w:rsidR="004A1A35">
                                  <w:rPr>
                                    <w:rStyle w:val="Style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AA4EAB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F3AD4" id="Group 21" o:spid="_x0000_s1026" style="position:absolute;margin-left:546pt;margin-top:-34.5pt;width:155.9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862" coordorigin="9151,720" coordsize="2009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175;width:2009;height: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14:paraId="5877539A" w14:textId="5BE2A600" w:rsidR="00957FDA" w:rsidRPr="00535962" w:rsidRDefault="002574A6" w:rsidP="00957FDA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CONADIS-CCC-LPN-202</w:t>
                          </w:r>
                          <w:r w:rsidR="006E0558">
                            <w:rPr>
                              <w:rStyle w:val="Style2"/>
                            </w:rPr>
                            <w:t>5</w:t>
                          </w:r>
                          <w:r>
                            <w:rPr>
                              <w:rStyle w:val="Style2"/>
                            </w:rPr>
                            <w:t>-000</w:t>
                          </w:r>
                          <w:r w:rsidR="004A1A35">
                            <w:rPr>
                              <w:rStyle w:val="Style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AAA4EAB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574A6"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D85EA0" wp14:editId="10316657">
                <wp:simplePos x="0" y="0"/>
                <wp:positionH relativeFrom="column">
                  <wp:posOffset>3323590</wp:posOffset>
                </wp:positionH>
                <wp:positionV relativeFrom="paragraph">
                  <wp:posOffset>116840</wp:posOffset>
                </wp:positionV>
                <wp:extent cx="2299335" cy="279400"/>
                <wp:effectExtent l="0" t="2540" r="0" b="381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C500A" w14:textId="70979128" w:rsidR="002E1412" w:rsidRPr="002E1412" w:rsidRDefault="00963B2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574A6">
                                  <w:rPr>
                                    <w:rStyle w:val="Style6"/>
                                  </w:rPr>
                                  <w:t>Consejo Nacional de Discapacidad (C</w:t>
                                </w:r>
                                <w:r>
                                  <w:rPr>
                                    <w:rStyle w:val="Style6"/>
                                  </w:rPr>
                                  <w:t>ONADIS</w:t>
                                </w:r>
                                <w:r w:rsidR="002574A6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85EA0" id="Text Box 16" o:spid="_x0000_s1031" type="#_x0000_t202" style="position:absolute;margin-left:261.7pt;margin-top:9.2pt;width:181.0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" stroked="f">
                <v:textbox>
                  <w:txbxContent>
                    <w:p w14:paraId="01DC500A" w14:textId="70979128" w:rsidR="002E1412" w:rsidRPr="002E1412" w:rsidRDefault="00963B24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574A6">
                            <w:rPr>
                              <w:rStyle w:val="Style6"/>
                            </w:rPr>
                            <w:t>Consejo Nacional de Discapacidad (C</w:t>
                          </w:r>
                          <w:r>
                            <w:rPr>
                              <w:rStyle w:val="Style6"/>
                            </w:rPr>
                            <w:t>ONADIS</w:t>
                          </w:r>
                          <w:r w:rsidR="002574A6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 wp14:anchorId="67AE4BAC" wp14:editId="2499EA7D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74A6"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C5918E" wp14:editId="196DCDC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4C724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918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DC4C724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2574A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B1E6F" wp14:editId="5660E9E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364BC95" w14:textId="41891374" w:rsidR="00BC61BD" w:rsidRPr="00BC61BD" w:rsidRDefault="00382E7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42BC0F20" wp14:editId="62BCD093">
                                      <wp:extent cx="872490" cy="872490"/>
                                      <wp:effectExtent l="0" t="0" r="3810" b="3810"/>
                                      <wp:docPr id="1705848808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705848808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72490" cy="8724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1E6F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6364BC95" w14:textId="41891374" w:rsidR="00BC61BD" w:rsidRPr="00BC61BD" w:rsidRDefault="00382E7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2BC0F20" wp14:editId="62BCD093">
                                <wp:extent cx="872490" cy="872490"/>
                                <wp:effectExtent l="0" t="0" r="3810" b="3810"/>
                                <wp:docPr id="1705848808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05848808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72490" cy="8724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BC91436" w14:textId="77777777" w:rsidR="00535962" w:rsidRPr="00535962" w:rsidRDefault="002574A6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BF99E8" wp14:editId="11801E5E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87CB8" w14:textId="77777777" w:rsidR="00F7443C" w:rsidRPr="004767CC" w:rsidRDefault="00963B2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99E8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E487CB8" w14:textId="77777777" w:rsidR="00F7443C" w:rsidRPr="004767CC" w:rsidRDefault="00963B24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19C1C1" wp14:editId="262AFF80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4ECE0" w14:textId="77777777" w:rsidR="0026335F" w:rsidRPr="0026335F" w:rsidRDefault="00963B2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C1C1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0944ECE0" w14:textId="77777777" w:rsidR="0026335F" w:rsidRPr="0026335F" w:rsidRDefault="00963B2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C195155" w14:textId="4FCF829B" w:rsidR="00535962" w:rsidRDefault="00535962" w:rsidP="00535962"/>
    <w:p w14:paraId="1251EB25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234DDD65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6BB6A5E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908A434" w14:textId="77777777" w:rsidR="0037246F" w:rsidRPr="00131369" w:rsidRDefault="0037246F" w:rsidP="002574A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 Bien</w:t>
            </w:r>
          </w:p>
        </w:tc>
        <w:tc>
          <w:tcPr>
            <w:tcW w:w="1276" w:type="dxa"/>
            <w:vAlign w:val="center"/>
          </w:tcPr>
          <w:p w14:paraId="3B904BC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29B74EC2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5536E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782902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585B8C3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  <w:r w:rsidR="002574A6">
              <w:t xml:space="preserve"> </w:t>
            </w:r>
            <w:r w:rsidR="002574A6" w:rsidRPr="002574A6">
              <w:rPr>
                <w:rStyle w:val="Style8"/>
              </w:rPr>
              <w:t>(solo si aplica)</w:t>
            </w:r>
          </w:p>
        </w:tc>
        <w:tc>
          <w:tcPr>
            <w:tcW w:w="1843" w:type="dxa"/>
            <w:vAlign w:val="center"/>
          </w:tcPr>
          <w:p w14:paraId="4B1FF02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5A5330" w14:paraId="1A403366" w14:textId="77777777" w:rsidTr="007B09CE">
        <w:trPr>
          <w:trHeight w:val="98"/>
          <w:jc w:val="center"/>
        </w:trPr>
        <w:tc>
          <w:tcPr>
            <w:tcW w:w="849" w:type="dxa"/>
          </w:tcPr>
          <w:p w14:paraId="7D332682" w14:textId="77777777" w:rsidR="005A5330" w:rsidRPr="005A5330" w:rsidRDefault="005A5330" w:rsidP="005A5330">
            <w:r w:rsidRPr="005A5330">
              <w:t>1</w:t>
            </w:r>
          </w:p>
        </w:tc>
        <w:tc>
          <w:tcPr>
            <w:tcW w:w="5584" w:type="dxa"/>
          </w:tcPr>
          <w:p w14:paraId="2E59399F" w14:textId="1132E666" w:rsidR="005A5330" w:rsidRPr="005A5330" w:rsidRDefault="005A5330" w:rsidP="005A5330">
            <w:r w:rsidRPr="005A5330">
              <w:t>Colchones Anti escaras</w:t>
            </w:r>
          </w:p>
        </w:tc>
        <w:tc>
          <w:tcPr>
            <w:tcW w:w="1276" w:type="dxa"/>
          </w:tcPr>
          <w:p w14:paraId="30044DEC" w14:textId="5E8F4675" w:rsidR="005A5330" w:rsidRPr="005A5330" w:rsidRDefault="005A5330" w:rsidP="005A5330">
            <w:r w:rsidRPr="005A5330">
              <w:t>Unidad</w:t>
            </w:r>
          </w:p>
        </w:tc>
        <w:tc>
          <w:tcPr>
            <w:tcW w:w="1276" w:type="dxa"/>
          </w:tcPr>
          <w:p w14:paraId="302E2350" w14:textId="77777777" w:rsidR="005A5330" w:rsidRPr="005A5330" w:rsidRDefault="005A5330" w:rsidP="005A5330"/>
        </w:tc>
        <w:tc>
          <w:tcPr>
            <w:tcW w:w="1701" w:type="dxa"/>
          </w:tcPr>
          <w:p w14:paraId="750D7FF6" w14:textId="77777777" w:rsidR="005A5330" w:rsidRPr="005A5330" w:rsidRDefault="005A5330" w:rsidP="005A5330"/>
        </w:tc>
        <w:tc>
          <w:tcPr>
            <w:tcW w:w="1559" w:type="dxa"/>
          </w:tcPr>
          <w:p w14:paraId="21F300A6" w14:textId="77777777" w:rsidR="005A5330" w:rsidRPr="005A5330" w:rsidRDefault="005A5330" w:rsidP="005A5330"/>
        </w:tc>
        <w:tc>
          <w:tcPr>
            <w:tcW w:w="1843" w:type="dxa"/>
          </w:tcPr>
          <w:p w14:paraId="026C9296" w14:textId="77777777" w:rsidR="005A5330" w:rsidRPr="005A5330" w:rsidRDefault="005A5330" w:rsidP="005A5330"/>
        </w:tc>
      </w:tr>
      <w:tr w:rsidR="000D41BD" w14:paraId="50B42E6A" w14:textId="77777777" w:rsidTr="007B09CE">
        <w:trPr>
          <w:trHeight w:val="232"/>
          <w:jc w:val="center"/>
        </w:trPr>
        <w:tc>
          <w:tcPr>
            <w:tcW w:w="849" w:type="dxa"/>
          </w:tcPr>
          <w:p w14:paraId="2C009EA9" w14:textId="77777777" w:rsidR="000D41BD" w:rsidRPr="000D41BD" w:rsidRDefault="000D41BD" w:rsidP="000D41BD">
            <w:r w:rsidRPr="005A5330">
              <w:t>2</w:t>
            </w:r>
          </w:p>
        </w:tc>
        <w:tc>
          <w:tcPr>
            <w:tcW w:w="5584" w:type="dxa"/>
          </w:tcPr>
          <w:p w14:paraId="2ED37244" w14:textId="31341401" w:rsidR="000D41BD" w:rsidRPr="000D41BD" w:rsidRDefault="000D41BD" w:rsidP="000D41BD">
            <w:r w:rsidRPr="005A5330">
              <w:t xml:space="preserve">Sillas de ruedas Estándar </w:t>
            </w:r>
            <w:r>
              <w:t>#</w:t>
            </w:r>
            <w:r w:rsidRPr="005A5330">
              <w:t>24</w:t>
            </w:r>
          </w:p>
        </w:tc>
        <w:tc>
          <w:tcPr>
            <w:tcW w:w="1276" w:type="dxa"/>
          </w:tcPr>
          <w:p w14:paraId="00D36F60" w14:textId="127488BD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4A647317" w14:textId="77777777" w:rsidR="000D41BD" w:rsidRPr="005A5330" w:rsidRDefault="000D41BD" w:rsidP="000D41BD"/>
        </w:tc>
        <w:tc>
          <w:tcPr>
            <w:tcW w:w="1701" w:type="dxa"/>
          </w:tcPr>
          <w:p w14:paraId="0AA0228F" w14:textId="77777777" w:rsidR="000D41BD" w:rsidRPr="005A5330" w:rsidRDefault="000D41BD" w:rsidP="000D41BD"/>
        </w:tc>
        <w:tc>
          <w:tcPr>
            <w:tcW w:w="1559" w:type="dxa"/>
          </w:tcPr>
          <w:p w14:paraId="3C5A87CA" w14:textId="1BAE679F" w:rsidR="000D41BD" w:rsidRPr="000D41BD" w:rsidRDefault="000D41BD" w:rsidP="000D41BD">
            <w:r>
              <w:t>N/A</w:t>
            </w:r>
          </w:p>
        </w:tc>
        <w:tc>
          <w:tcPr>
            <w:tcW w:w="1843" w:type="dxa"/>
          </w:tcPr>
          <w:p w14:paraId="781820ED" w14:textId="77777777" w:rsidR="000D41BD" w:rsidRPr="005A5330" w:rsidRDefault="000D41BD" w:rsidP="000D41BD"/>
        </w:tc>
      </w:tr>
      <w:tr w:rsidR="000D41BD" w14:paraId="1578F0C6" w14:textId="77777777" w:rsidTr="007B09CE">
        <w:trPr>
          <w:trHeight w:val="211"/>
          <w:jc w:val="center"/>
        </w:trPr>
        <w:tc>
          <w:tcPr>
            <w:tcW w:w="849" w:type="dxa"/>
          </w:tcPr>
          <w:p w14:paraId="2B657E56" w14:textId="77777777" w:rsidR="000D41BD" w:rsidRPr="000D41BD" w:rsidRDefault="000D41BD" w:rsidP="000D41BD">
            <w:r w:rsidRPr="005A5330">
              <w:t>3</w:t>
            </w:r>
          </w:p>
        </w:tc>
        <w:tc>
          <w:tcPr>
            <w:tcW w:w="5584" w:type="dxa"/>
          </w:tcPr>
          <w:p w14:paraId="6FAC7D4F" w14:textId="5B3F0A0A" w:rsidR="000D41BD" w:rsidRPr="000D41BD" w:rsidRDefault="000D41BD" w:rsidP="000D41BD">
            <w:r w:rsidRPr="005A5330">
              <w:t xml:space="preserve">Sillas de ruedas </w:t>
            </w:r>
            <w:r>
              <w:t>Cuadripléjica</w:t>
            </w:r>
            <w:r w:rsidRPr="005A5330">
              <w:t xml:space="preserve"> </w:t>
            </w:r>
            <w:r>
              <w:t>(</w:t>
            </w:r>
            <w:r w:rsidRPr="005A5330">
              <w:t>14</w:t>
            </w:r>
            <w:r>
              <w:t>")</w:t>
            </w:r>
          </w:p>
        </w:tc>
        <w:tc>
          <w:tcPr>
            <w:tcW w:w="1276" w:type="dxa"/>
          </w:tcPr>
          <w:p w14:paraId="47503842" w14:textId="3F21463D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6B8B1FDB" w14:textId="77777777" w:rsidR="000D41BD" w:rsidRPr="005A5330" w:rsidRDefault="000D41BD" w:rsidP="000D41BD"/>
        </w:tc>
        <w:tc>
          <w:tcPr>
            <w:tcW w:w="1701" w:type="dxa"/>
          </w:tcPr>
          <w:p w14:paraId="5351F344" w14:textId="77777777" w:rsidR="000D41BD" w:rsidRPr="005A5330" w:rsidRDefault="000D41BD" w:rsidP="000D41BD"/>
        </w:tc>
        <w:tc>
          <w:tcPr>
            <w:tcW w:w="1559" w:type="dxa"/>
          </w:tcPr>
          <w:p w14:paraId="09EE6853" w14:textId="7A9069E6" w:rsidR="000D41BD" w:rsidRPr="000D41BD" w:rsidRDefault="000D41BD" w:rsidP="000D41BD">
            <w:r>
              <w:t>N/A</w:t>
            </w:r>
          </w:p>
        </w:tc>
        <w:tc>
          <w:tcPr>
            <w:tcW w:w="1843" w:type="dxa"/>
          </w:tcPr>
          <w:p w14:paraId="1A24EBDB" w14:textId="77777777" w:rsidR="000D41BD" w:rsidRPr="005A5330" w:rsidRDefault="000D41BD" w:rsidP="000D41BD"/>
        </w:tc>
      </w:tr>
      <w:tr w:rsidR="000D41BD" w14:paraId="088D0E75" w14:textId="77777777" w:rsidTr="007B09CE">
        <w:trPr>
          <w:trHeight w:val="202"/>
          <w:jc w:val="center"/>
        </w:trPr>
        <w:tc>
          <w:tcPr>
            <w:tcW w:w="849" w:type="dxa"/>
          </w:tcPr>
          <w:p w14:paraId="5BB9A8F4" w14:textId="77777777" w:rsidR="000D41BD" w:rsidRPr="000D41BD" w:rsidRDefault="000D41BD" w:rsidP="000D41BD">
            <w:r w:rsidRPr="005A5330">
              <w:t>4</w:t>
            </w:r>
          </w:p>
        </w:tc>
        <w:tc>
          <w:tcPr>
            <w:tcW w:w="5584" w:type="dxa"/>
          </w:tcPr>
          <w:p w14:paraId="7C938E59" w14:textId="1787CC94" w:rsidR="000D41BD" w:rsidRPr="000D41BD" w:rsidRDefault="000D41BD" w:rsidP="000D41BD">
            <w:r w:rsidRPr="005A5330">
              <w:t xml:space="preserve">Sillas de ruedas Estándar </w:t>
            </w:r>
            <w:r>
              <w:t>#</w:t>
            </w:r>
            <w:r w:rsidRPr="005A5330">
              <w:t>14</w:t>
            </w:r>
          </w:p>
        </w:tc>
        <w:tc>
          <w:tcPr>
            <w:tcW w:w="1276" w:type="dxa"/>
          </w:tcPr>
          <w:p w14:paraId="43C8FA3F" w14:textId="2E826B54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10351DEE" w14:textId="77777777" w:rsidR="000D41BD" w:rsidRPr="005A5330" w:rsidRDefault="000D41BD" w:rsidP="000D41BD"/>
        </w:tc>
        <w:tc>
          <w:tcPr>
            <w:tcW w:w="1701" w:type="dxa"/>
          </w:tcPr>
          <w:p w14:paraId="60C9DB2C" w14:textId="77777777" w:rsidR="000D41BD" w:rsidRPr="005A5330" w:rsidRDefault="000D41BD" w:rsidP="000D41BD"/>
        </w:tc>
        <w:tc>
          <w:tcPr>
            <w:tcW w:w="1559" w:type="dxa"/>
          </w:tcPr>
          <w:p w14:paraId="3AEA0B2A" w14:textId="5C5C4D2E" w:rsidR="000D41BD" w:rsidRPr="000D41BD" w:rsidRDefault="000D41BD" w:rsidP="000D41BD">
            <w:r>
              <w:t>N/A</w:t>
            </w:r>
          </w:p>
        </w:tc>
        <w:tc>
          <w:tcPr>
            <w:tcW w:w="1843" w:type="dxa"/>
          </w:tcPr>
          <w:p w14:paraId="3FBB1E7A" w14:textId="77777777" w:rsidR="000D41BD" w:rsidRPr="005A5330" w:rsidRDefault="000D41BD" w:rsidP="000D41BD"/>
        </w:tc>
      </w:tr>
      <w:tr w:rsidR="000D41BD" w14:paraId="749707E3" w14:textId="77777777" w:rsidTr="007B09CE">
        <w:trPr>
          <w:trHeight w:val="69"/>
          <w:jc w:val="center"/>
        </w:trPr>
        <w:tc>
          <w:tcPr>
            <w:tcW w:w="849" w:type="dxa"/>
          </w:tcPr>
          <w:p w14:paraId="05E1975F" w14:textId="6116919D" w:rsidR="000D41BD" w:rsidRPr="000D41BD" w:rsidRDefault="000D41BD" w:rsidP="000D41BD">
            <w:r w:rsidRPr="005A5330">
              <w:t>5</w:t>
            </w:r>
          </w:p>
        </w:tc>
        <w:tc>
          <w:tcPr>
            <w:tcW w:w="5584" w:type="dxa"/>
          </w:tcPr>
          <w:p w14:paraId="3A78B9FB" w14:textId="5648B2F4" w:rsidR="000D41BD" w:rsidRPr="000D41BD" w:rsidRDefault="000D41BD" w:rsidP="000D41BD">
            <w:r w:rsidRPr="005A5330">
              <w:t xml:space="preserve">Sillas de ruedas cuadripléjicas </w:t>
            </w:r>
            <w:r>
              <w:t>(</w:t>
            </w:r>
            <w:r w:rsidRPr="000D41BD">
              <w:t>18</w:t>
            </w:r>
            <w:r>
              <w:t>")</w:t>
            </w:r>
          </w:p>
        </w:tc>
        <w:tc>
          <w:tcPr>
            <w:tcW w:w="1276" w:type="dxa"/>
          </w:tcPr>
          <w:p w14:paraId="44839AF0" w14:textId="10265E07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07DBD157" w14:textId="77777777" w:rsidR="000D41BD" w:rsidRPr="005A5330" w:rsidRDefault="000D41BD" w:rsidP="000D41BD"/>
        </w:tc>
        <w:tc>
          <w:tcPr>
            <w:tcW w:w="1701" w:type="dxa"/>
          </w:tcPr>
          <w:p w14:paraId="16FABC84" w14:textId="77777777" w:rsidR="000D41BD" w:rsidRPr="005A5330" w:rsidRDefault="000D41BD" w:rsidP="000D41BD"/>
        </w:tc>
        <w:tc>
          <w:tcPr>
            <w:tcW w:w="1559" w:type="dxa"/>
          </w:tcPr>
          <w:p w14:paraId="2C1ED97D" w14:textId="2AF1FE86" w:rsidR="000D41BD" w:rsidRPr="000D41BD" w:rsidRDefault="000D41BD" w:rsidP="000D41BD">
            <w:r>
              <w:t>N/A</w:t>
            </w:r>
          </w:p>
        </w:tc>
        <w:tc>
          <w:tcPr>
            <w:tcW w:w="1843" w:type="dxa"/>
          </w:tcPr>
          <w:p w14:paraId="368A5977" w14:textId="77777777" w:rsidR="000D41BD" w:rsidRPr="005A5330" w:rsidRDefault="000D41BD" w:rsidP="000D41BD"/>
        </w:tc>
      </w:tr>
      <w:tr w:rsidR="000D41BD" w14:paraId="13EDE7A0" w14:textId="77777777" w:rsidTr="007B09CE">
        <w:trPr>
          <w:trHeight w:val="69"/>
          <w:jc w:val="center"/>
        </w:trPr>
        <w:tc>
          <w:tcPr>
            <w:tcW w:w="849" w:type="dxa"/>
          </w:tcPr>
          <w:p w14:paraId="74710FD3" w14:textId="457225EF" w:rsidR="000D41BD" w:rsidRPr="000D41BD" w:rsidRDefault="000D41BD" w:rsidP="000D41BD">
            <w:r w:rsidRPr="005A5330">
              <w:t>6</w:t>
            </w:r>
          </w:p>
        </w:tc>
        <w:tc>
          <w:tcPr>
            <w:tcW w:w="5584" w:type="dxa"/>
          </w:tcPr>
          <w:p w14:paraId="3079092A" w14:textId="5BEB08A8" w:rsidR="000D41BD" w:rsidRPr="000D41BD" w:rsidRDefault="000D41BD" w:rsidP="000D41BD">
            <w:r w:rsidRPr="005A5330">
              <w:t xml:space="preserve">Sillas de ruedas cuadripléjicas </w:t>
            </w:r>
            <w:r>
              <w:t>(</w:t>
            </w:r>
            <w:r w:rsidRPr="000D41BD">
              <w:t>16</w:t>
            </w:r>
            <w:r>
              <w:t>")</w:t>
            </w:r>
          </w:p>
        </w:tc>
        <w:tc>
          <w:tcPr>
            <w:tcW w:w="1276" w:type="dxa"/>
          </w:tcPr>
          <w:p w14:paraId="2E615F4F" w14:textId="681CED4B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68922560" w14:textId="77777777" w:rsidR="000D41BD" w:rsidRPr="005A5330" w:rsidRDefault="000D41BD" w:rsidP="000D41BD"/>
        </w:tc>
        <w:tc>
          <w:tcPr>
            <w:tcW w:w="1701" w:type="dxa"/>
          </w:tcPr>
          <w:p w14:paraId="49B0BF3F" w14:textId="77777777" w:rsidR="000D41BD" w:rsidRPr="005A5330" w:rsidRDefault="000D41BD" w:rsidP="000D41BD"/>
        </w:tc>
        <w:tc>
          <w:tcPr>
            <w:tcW w:w="1559" w:type="dxa"/>
          </w:tcPr>
          <w:p w14:paraId="1CA5B8E4" w14:textId="38C8467D" w:rsidR="000D41BD" w:rsidRPr="000D41BD" w:rsidRDefault="000D41BD" w:rsidP="000D41BD">
            <w:r>
              <w:t>N/A</w:t>
            </w:r>
          </w:p>
        </w:tc>
        <w:tc>
          <w:tcPr>
            <w:tcW w:w="1843" w:type="dxa"/>
          </w:tcPr>
          <w:p w14:paraId="1CB2D6FA" w14:textId="77777777" w:rsidR="000D41BD" w:rsidRPr="005A5330" w:rsidRDefault="000D41BD" w:rsidP="000D41BD"/>
        </w:tc>
      </w:tr>
      <w:tr w:rsidR="000D41BD" w14:paraId="3748B4FF" w14:textId="77777777" w:rsidTr="007B09CE">
        <w:trPr>
          <w:trHeight w:val="69"/>
          <w:jc w:val="center"/>
        </w:trPr>
        <w:tc>
          <w:tcPr>
            <w:tcW w:w="849" w:type="dxa"/>
          </w:tcPr>
          <w:p w14:paraId="7E1D570F" w14:textId="47261764" w:rsidR="000D41BD" w:rsidRPr="000D41BD" w:rsidRDefault="000D41BD" w:rsidP="000D41BD">
            <w:r w:rsidRPr="005A5330">
              <w:t>7</w:t>
            </w:r>
          </w:p>
        </w:tc>
        <w:tc>
          <w:tcPr>
            <w:tcW w:w="5584" w:type="dxa"/>
          </w:tcPr>
          <w:p w14:paraId="46A1C97E" w14:textId="36CAD738" w:rsidR="000D41BD" w:rsidRPr="000D41BD" w:rsidRDefault="000D41BD" w:rsidP="000D41BD">
            <w:r w:rsidRPr="005A5330">
              <w:t>Sillas de ruedas Estándar #22</w:t>
            </w:r>
          </w:p>
        </w:tc>
        <w:tc>
          <w:tcPr>
            <w:tcW w:w="1276" w:type="dxa"/>
          </w:tcPr>
          <w:p w14:paraId="47BBC81B" w14:textId="4E165895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09F88BC7" w14:textId="77777777" w:rsidR="000D41BD" w:rsidRPr="005A5330" w:rsidRDefault="000D41BD" w:rsidP="000D41BD"/>
        </w:tc>
        <w:tc>
          <w:tcPr>
            <w:tcW w:w="1701" w:type="dxa"/>
          </w:tcPr>
          <w:p w14:paraId="1F170E36" w14:textId="77777777" w:rsidR="000D41BD" w:rsidRPr="005A5330" w:rsidRDefault="000D41BD" w:rsidP="000D41BD"/>
        </w:tc>
        <w:tc>
          <w:tcPr>
            <w:tcW w:w="1559" w:type="dxa"/>
          </w:tcPr>
          <w:p w14:paraId="5288FAF1" w14:textId="3E835050" w:rsidR="000D41BD" w:rsidRPr="000D41BD" w:rsidRDefault="000D41BD" w:rsidP="000D41BD">
            <w:r>
              <w:t>N/A</w:t>
            </w:r>
          </w:p>
        </w:tc>
        <w:tc>
          <w:tcPr>
            <w:tcW w:w="1843" w:type="dxa"/>
          </w:tcPr>
          <w:p w14:paraId="6C0FDAC5" w14:textId="77777777" w:rsidR="000D41BD" w:rsidRPr="005A5330" w:rsidRDefault="000D41BD" w:rsidP="000D41BD"/>
        </w:tc>
      </w:tr>
      <w:tr w:rsidR="000D41BD" w14:paraId="6E703F1D" w14:textId="77777777" w:rsidTr="007B09CE">
        <w:trPr>
          <w:trHeight w:val="114"/>
          <w:jc w:val="center"/>
        </w:trPr>
        <w:tc>
          <w:tcPr>
            <w:tcW w:w="849" w:type="dxa"/>
          </w:tcPr>
          <w:p w14:paraId="3A86202D" w14:textId="1B5C41CE" w:rsidR="000D41BD" w:rsidRPr="000D41BD" w:rsidRDefault="000D41BD" w:rsidP="000D41BD">
            <w:r w:rsidRPr="005A5330">
              <w:t>8</w:t>
            </w:r>
          </w:p>
        </w:tc>
        <w:tc>
          <w:tcPr>
            <w:tcW w:w="5584" w:type="dxa"/>
          </w:tcPr>
          <w:p w14:paraId="468D25E7" w14:textId="527B726B" w:rsidR="000D41BD" w:rsidRPr="000D41BD" w:rsidRDefault="000D41BD" w:rsidP="000D41BD">
            <w:r w:rsidRPr="005A5330">
              <w:t>Bastón blanco No. 52</w:t>
            </w:r>
          </w:p>
        </w:tc>
        <w:tc>
          <w:tcPr>
            <w:tcW w:w="1276" w:type="dxa"/>
          </w:tcPr>
          <w:p w14:paraId="2FF3FAAB" w14:textId="4A51340E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3DE42D3D" w14:textId="77777777" w:rsidR="000D41BD" w:rsidRPr="005A5330" w:rsidRDefault="000D41BD" w:rsidP="000D41BD"/>
        </w:tc>
        <w:tc>
          <w:tcPr>
            <w:tcW w:w="1701" w:type="dxa"/>
          </w:tcPr>
          <w:p w14:paraId="75A8630F" w14:textId="77777777" w:rsidR="000D41BD" w:rsidRPr="005A5330" w:rsidRDefault="000D41BD" w:rsidP="000D41BD"/>
        </w:tc>
        <w:tc>
          <w:tcPr>
            <w:tcW w:w="1559" w:type="dxa"/>
          </w:tcPr>
          <w:p w14:paraId="57ED37D9" w14:textId="4664C666" w:rsidR="000D41BD" w:rsidRPr="000D41BD" w:rsidRDefault="000D41BD" w:rsidP="000D41BD"/>
        </w:tc>
        <w:tc>
          <w:tcPr>
            <w:tcW w:w="1843" w:type="dxa"/>
          </w:tcPr>
          <w:p w14:paraId="42847458" w14:textId="77777777" w:rsidR="000D41BD" w:rsidRPr="005A5330" w:rsidRDefault="000D41BD" w:rsidP="000D41BD"/>
        </w:tc>
      </w:tr>
      <w:tr w:rsidR="000D41BD" w14:paraId="249AE5B5" w14:textId="77777777" w:rsidTr="007B09CE">
        <w:trPr>
          <w:trHeight w:val="69"/>
          <w:jc w:val="center"/>
        </w:trPr>
        <w:tc>
          <w:tcPr>
            <w:tcW w:w="849" w:type="dxa"/>
          </w:tcPr>
          <w:p w14:paraId="0E95C6A2" w14:textId="3D553395" w:rsidR="000D41BD" w:rsidRPr="000D41BD" w:rsidRDefault="000D41BD" w:rsidP="000D41BD">
            <w:r w:rsidRPr="005A5330">
              <w:t>9</w:t>
            </w:r>
          </w:p>
        </w:tc>
        <w:tc>
          <w:tcPr>
            <w:tcW w:w="5584" w:type="dxa"/>
          </w:tcPr>
          <w:p w14:paraId="22F1FE49" w14:textId="11D7D2DD" w:rsidR="000D41BD" w:rsidRPr="000D41BD" w:rsidRDefault="000D41BD" w:rsidP="000D41BD">
            <w:r w:rsidRPr="005A5330">
              <w:t>Bastón blanco No. 50</w:t>
            </w:r>
          </w:p>
        </w:tc>
        <w:tc>
          <w:tcPr>
            <w:tcW w:w="1276" w:type="dxa"/>
          </w:tcPr>
          <w:p w14:paraId="38B4EA4C" w14:textId="2846D474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0F8D2CCB" w14:textId="77777777" w:rsidR="000D41BD" w:rsidRPr="005A5330" w:rsidRDefault="000D41BD" w:rsidP="000D41BD"/>
        </w:tc>
        <w:tc>
          <w:tcPr>
            <w:tcW w:w="1701" w:type="dxa"/>
          </w:tcPr>
          <w:p w14:paraId="35FC30A7" w14:textId="77777777" w:rsidR="000D41BD" w:rsidRPr="005A5330" w:rsidRDefault="000D41BD" w:rsidP="000D41BD"/>
        </w:tc>
        <w:tc>
          <w:tcPr>
            <w:tcW w:w="1559" w:type="dxa"/>
          </w:tcPr>
          <w:p w14:paraId="26E34665" w14:textId="231C0894" w:rsidR="000D41BD" w:rsidRPr="000D41BD" w:rsidRDefault="000D41BD" w:rsidP="000D41BD"/>
        </w:tc>
        <w:tc>
          <w:tcPr>
            <w:tcW w:w="1843" w:type="dxa"/>
          </w:tcPr>
          <w:p w14:paraId="78104E5B" w14:textId="77777777" w:rsidR="000D41BD" w:rsidRPr="005A5330" w:rsidRDefault="000D41BD" w:rsidP="000D41BD"/>
        </w:tc>
      </w:tr>
      <w:tr w:rsidR="000D41BD" w14:paraId="5C3419B5" w14:textId="77777777" w:rsidTr="007B09CE">
        <w:trPr>
          <w:trHeight w:val="69"/>
          <w:jc w:val="center"/>
        </w:trPr>
        <w:tc>
          <w:tcPr>
            <w:tcW w:w="849" w:type="dxa"/>
          </w:tcPr>
          <w:p w14:paraId="2CE40B0D" w14:textId="4C025674" w:rsidR="000D41BD" w:rsidRPr="000D41BD" w:rsidRDefault="000D41BD" w:rsidP="000D41BD">
            <w:r w:rsidRPr="005A5330">
              <w:t>10</w:t>
            </w:r>
          </w:p>
        </w:tc>
        <w:tc>
          <w:tcPr>
            <w:tcW w:w="5584" w:type="dxa"/>
          </w:tcPr>
          <w:p w14:paraId="4388C3FE" w14:textId="4C6B4D6A" w:rsidR="000D41BD" w:rsidRPr="000D41BD" w:rsidRDefault="000D41BD" w:rsidP="000D41BD">
            <w:r w:rsidRPr="005A5330">
              <w:t>Bastón blanco No. 48</w:t>
            </w:r>
          </w:p>
        </w:tc>
        <w:tc>
          <w:tcPr>
            <w:tcW w:w="1276" w:type="dxa"/>
          </w:tcPr>
          <w:p w14:paraId="70D3D20B" w14:textId="74B1C63C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092DE9FC" w14:textId="77777777" w:rsidR="000D41BD" w:rsidRPr="005A5330" w:rsidRDefault="000D41BD" w:rsidP="000D41BD"/>
        </w:tc>
        <w:tc>
          <w:tcPr>
            <w:tcW w:w="1701" w:type="dxa"/>
          </w:tcPr>
          <w:p w14:paraId="417610EF" w14:textId="77777777" w:rsidR="000D41BD" w:rsidRPr="005A5330" w:rsidRDefault="000D41BD" w:rsidP="000D41BD"/>
        </w:tc>
        <w:tc>
          <w:tcPr>
            <w:tcW w:w="1559" w:type="dxa"/>
          </w:tcPr>
          <w:p w14:paraId="697476FD" w14:textId="0581E139" w:rsidR="000D41BD" w:rsidRPr="000D41BD" w:rsidRDefault="000D41BD" w:rsidP="000D41BD"/>
        </w:tc>
        <w:tc>
          <w:tcPr>
            <w:tcW w:w="1843" w:type="dxa"/>
          </w:tcPr>
          <w:p w14:paraId="3405C3C5" w14:textId="77777777" w:rsidR="000D41BD" w:rsidRPr="005A5330" w:rsidRDefault="000D41BD" w:rsidP="000D41BD"/>
        </w:tc>
      </w:tr>
      <w:tr w:rsidR="000D41BD" w14:paraId="3CA7C4C2" w14:textId="77777777" w:rsidTr="007B09CE">
        <w:trPr>
          <w:trHeight w:val="69"/>
          <w:jc w:val="center"/>
        </w:trPr>
        <w:tc>
          <w:tcPr>
            <w:tcW w:w="849" w:type="dxa"/>
          </w:tcPr>
          <w:p w14:paraId="3678F6E3" w14:textId="04B9130C" w:rsidR="000D41BD" w:rsidRPr="000D41BD" w:rsidRDefault="000D41BD" w:rsidP="000D41BD">
            <w:r w:rsidRPr="005A5330">
              <w:t>11</w:t>
            </w:r>
          </w:p>
        </w:tc>
        <w:tc>
          <w:tcPr>
            <w:tcW w:w="5584" w:type="dxa"/>
          </w:tcPr>
          <w:p w14:paraId="59A438DB" w14:textId="108BB9B9" w:rsidR="000D41BD" w:rsidRPr="000D41BD" w:rsidRDefault="000D41BD" w:rsidP="000D41BD">
            <w:r w:rsidRPr="005A5330">
              <w:t>Bastón blanco No. 4</w:t>
            </w:r>
            <w:r>
              <w:t>6</w:t>
            </w:r>
          </w:p>
        </w:tc>
        <w:tc>
          <w:tcPr>
            <w:tcW w:w="1276" w:type="dxa"/>
          </w:tcPr>
          <w:p w14:paraId="0C2613F6" w14:textId="06DF9F91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2BD87526" w14:textId="77777777" w:rsidR="000D41BD" w:rsidRPr="005A5330" w:rsidRDefault="000D41BD" w:rsidP="000D41BD"/>
        </w:tc>
        <w:tc>
          <w:tcPr>
            <w:tcW w:w="1701" w:type="dxa"/>
          </w:tcPr>
          <w:p w14:paraId="2A12EFCC" w14:textId="77777777" w:rsidR="000D41BD" w:rsidRPr="005A5330" w:rsidRDefault="000D41BD" w:rsidP="000D41BD"/>
        </w:tc>
        <w:tc>
          <w:tcPr>
            <w:tcW w:w="1559" w:type="dxa"/>
          </w:tcPr>
          <w:p w14:paraId="33863968" w14:textId="3C6CDAB2" w:rsidR="000D41BD" w:rsidRPr="000D41BD" w:rsidRDefault="000D41BD" w:rsidP="000D41BD"/>
        </w:tc>
        <w:tc>
          <w:tcPr>
            <w:tcW w:w="1843" w:type="dxa"/>
          </w:tcPr>
          <w:p w14:paraId="3F550B85" w14:textId="77777777" w:rsidR="000D41BD" w:rsidRPr="005A5330" w:rsidRDefault="000D41BD" w:rsidP="000D41BD"/>
        </w:tc>
      </w:tr>
      <w:tr w:rsidR="000D41BD" w14:paraId="6EC6A58A" w14:textId="77777777" w:rsidTr="00A24343">
        <w:trPr>
          <w:trHeight w:val="477"/>
          <w:jc w:val="center"/>
        </w:trPr>
        <w:tc>
          <w:tcPr>
            <w:tcW w:w="849" w:type="dxa"/>
          </w:tcPr>
          <w:p w14:paraId="45F1824B" w14:textId="1BC46FDD" w:rsidR="000D41BD" w:rsidRPr="000D41BD" w:rsidRDefault="000D41BD" w:rsidP="000D41BD">
            <w:r w:rsidRPr="005A5330">
              <w:t>12</w:t>
            </w:r>
          </w:p>
        </w:tc>
        <w:tc>
          <w:tcPr>
            <w:tcW w:w="5584" w:type="dxa"/>
          </w:tcPr>
          <w:p w14:paraId="5D2059DA" w14:textId="65D18145" w:rsidR="000D41BD" w:rsidRPr="000D41BD" w:rsidRDefault="000D41BD" w:rsidP="000D41BD">
            <w:r w:rsidRPr="005A5330">
              <w:t>Bastón blanco No. 4</w:t>
            </w:r>
            <w:r>
              <w:t>44</w:t>
            </w:r>
          </w:p>
        </w:tc>
        <w:tc>
          <w:tcPr>
            <w:tcW w:w="1276" w:type="dxa"/>
          </w:tcPr>
          <w:p w14:paraId="3D23DB89" w14:textId="1EB2FCC3" w:rsidR="000D41BD" w:rsidRPr="000D41BD" w:rsidRDefault="000D41BD" w:rsidP="000D41BD">
            <w:r>
              <w:t>Unidad</w:t>
            </w:r>
          </w:p>
        </w:tc>
        <w:tc>
          <w:tcPr>
            <w:tcW w:w="1276" w:type="dxa"/>
          </w:tcPr>
          <w:p w14:paraId="23A9DA5B" w14:textId="77777777" w:rsidR="000D41BD" w:rsidRPr="005A5330" w:rsidRDefault="000D41BD" w:rsidP="000D41BD"/>
        </w:tc>
        <w:tc>
          <w:tcPr>
            <w:tcW w:w="1701" w:type="dxa"/>
          </w:tcPr>
          <w:p w14:paraId="462AA8C1" w14:textId="77777777" w:rsidR="000D41BD" w:rsidRPr="005A5330" w:rsidRDefault="000D41BD" w:rsidP="000D41BD"/>
        </w:tc>
        <w:tc>
          <w:tcPr>
            <w:tcW w:w="1559" w:type="dxa"/>
          </w:tcPr>
          <w:p w14:paraId="6D98C9D4" w14:textId="1D6CB86D" w:rsidR="000D41BD" w:rsidRPr="000D41BD" w:rsidRDefault="000D41BD" w:rsidP="000D41BD"/>
        </w:tc>
        <w:tc>
          <w:tcPr>
            <w:tcW w:w="1843" w:type="dxa"/>
          </w:tcPr>
          <w:p w14:paraId="1983C26E" w14:textId="77777777" w:rsidR="000D41BD" w:rsidRPr="005A5330" w:rsidRDefault="000D41BD" w:rsidP="000D41BD"/>
        </w:tc>
      </w:tr>
      <w:tr w:rsidR="000D41BD" w14:paraId="11276599" w14:textId="77777777" w:rsidTr="00A24343">
        <w:trPr>
          <w:trHeight w:val="477"/>
          <w:jc w:val="center"/>
        </w:trPr>
        <w:tc>
          <w:tcPr>
            <w:tcW w:w="849" w:type="dxa"/>
          </w:tcPr>
          <w:p w14:paraId="3B3F9A0A" w14:textId="1F46D76C" w:rsidR="000D41BD" w:rsidRPr="000D41BD" w:rsidRDefault="000D41BD" w:rsidP="000D41BD">
            <w:r w:rsidRPr="005A5330">
              <w:t>13</w:t>
            </w:r>
          </w:p>
        </w:tc>
        <w:tc>
          <w:tcPr>
            <w:tcW w:w="5584" w:type="dxa"/>
          </w:tcPr>
          <w:p w14:paraId="12053B24" w14:textId="59ACBE82" w:rsidR="000D41BD" w:rsidRPr="000D41BD" w:rsidRDefault="000D41BD" w:rsidP="000D41BD">
            <w:r w:rsidRPr="005A5330">
              <w:t>Bastón de 1 apoyo</w:t>
            </w:r>
          </w:p>
        </w:tc>
        <w:tc>
          <w:tcPr>
            <w:tcW w:w="1276" w:type="dxa"/>
          </w:tcPr>
          <w:p w14:paraId="6DBA8ED2" w14:textId="531554B2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2905F7B7" w14:textId="77777777" w:rsidR="000D41BD" w:rsidRPr="005A5330" w:rsidRDefault="000D41BD" w:rsidP="000D41BD"/>
        </w:tc>
        <w:tc>
          <w:tcPr>
            <w:tcW w:w="1701" w:type="dxa"/>
          </w:tcPr>
          <w:p w14:paraId="64FCF0D5" w14:textId="77777777" w:rsidR="000D41BD" w:rsidRPr="005A5330" w:rsidRDefault="000D41BD" w:rsidP="000D41BD"/>
        </w:tc>
        <w:tc>
          <w:tcPr>
            <w:tcW w:w="1559" w:type="dxa"/>
          </w:tcPr>
          <w:p w14:paraId="56B014E9" w14:textId="3F8B7E0B" w:rsidR="000D41BD" w:rsidRPr="000D41BD" w:rsidRDefault="000D41BD" w:rsidP="000D41BD"/>
        </w:tc>
        <w:tc>
          <w:tcPr>
            <w:tcW w:w="1843" w:type="dxa"/>
          </w:tcPr>
          <w:p w14:paraId="3C1F2050" w14:textId="77777777" w:rsidR="000D41BD" w:rsidRPr="005A5330" w:rsidRDefault="000D41BD" w:rsidP="000D41BD"/>
        </w:tc>
      </w:tr>
      <w:tr w:rsidR="000D41BD" w14:paraId="7624C19F" w14:textId="77777777" w:rsidTr="00A24343">
        <w:trPr>
          <w:trHeight w:val="477"/>
          <w:jc w:val="center"/>
        </w:trPr>
        <w:tc>
          <w:tcPr>
            <w:tcW w:w="849" w:type="dxa"/>
          </w:tcPr>
          <w:p w14:paraId="4D9E9504" w14:textId="023B846A" w:rsidR="000D41BD" w:rsidRPr="000D41BD" w:rsidRDefault="000D41BD" w:rsidP="000D41BD">
            <w:r w:rsidRPr="005A5330">
              <w:t>14</w:t>
            </w:r>
          </w:p>
        </w:tc>
        <w:tc>
          <w:tcPr>
            <w:tcW w:w="5584" w:type="dxa"/>
          </w:tcPr>
          <w:p w14:paraId="57C79B1C" w14:textId="04EB8711" w:rsidR="000D41BD" w:rsidRPr="000D41BD" w:rsidRDefault="000D41BD" w:rsidP="000D41BD">
            <w:r w:rsidRPr="005A5330">
              <w:t>Bastón de 4 apoyos</w:t>
            </w:r>
          </w:p>
        </w:tc>
        <w:tc>
          <w:tcPr>
            <w:tcW w:w="1276" w:type="dxa"/>
          </w:tcPr>
          <w:p w14:paraId="1F966727" w14:textId="2CD82C60" w:rsidR="000D41BD" w:rsidRPr="000D41BD" w:rsidRDefault="000D41BD" w:rsidP="000D41BD">
            <w:r w:rsidRPr="005A5330">
              <w:t>Unidad</w:t>
            </w:r>
          </w:p>
        </w:tc>
        <w:tc>
          <w:tcPr>
            <w:tcW w:w="1276" w:type="dxa"/>
          </w:tcPr>
          <w:p w14:paraId="67FFFECF" w14:textId="77777777" w:rsidR="000D41BD" w:rsidRPr="005A5330" w:rsidRDefault="000D41BD" w:rsidP="000D41BD"/>
        </w:tc>
        <w:tc>
          <w:tcPr>
            <w:tcW w:w="1701" w:type="dxa"/>
          </w:tcPr>
          <w:p w14:paraId="62DF3B84" w14:textId="77777777" w:rsidR="000D41BD" w:rsidRPr="005A5330" w:rsidRDefault="000D41BD" w:rsidP="000D41BD"/>
        </w:tc>
        <w:tc>
          <w:tcPr>
            <w:tcW w:w="1559" w:type="dxa"/>
          </w:tcPr>
          <w:p w14:paraId="28FB1B82" w14:textId="782840B9" w:rsidR="000D41BD" w:rsidRPr="000D41BD" w:rsidRDefault="000D41BD" w:rsidP="000D41BD"/>
        </w:tc>
        <w:tc>
          <w:tcPr>
            <w:tcW w:w="1843" w:type="dxa"/>
          </w:tcPr>
          <w:p w14:paraId="445B1AED" w14:textId="77777777" w:rsidR="000D41BD" w:rsidRPr="005A5330" w:rsidRDefault="000D41BD" w:rsidP="000D41BD"/>
        </w:tc>
      </w:tr>
      <w:tr w:rsidR="000D41BD" w14:paraId="53BA4B59" w14:textId="77777777" w:rsidTr="007B09CE">
        <w:trPr>
          <w:trHeight w:val="137"/>
          <w:jc w:val="center"/>
        </w:trPr>
        <w:tc>
          <w:tcPr>
            <w:tcW w:w="849" w:type="dxa"/>
          </w:tcPr>
          <w:p w14:paraId="583AC706" w14:textId="5FE15A38" w:rsidR="000D41BD" w:rsidRPr="000D41BD" w:rsidRDefault="000D41BD" w:rsidP="000D41BD">
            <w:r w:rsidRPr="005A5330">
              <w:lastRenderedPageBreak/>
              <w:t>15</w:t>
            </w:r>
          </w:p>
        </w:tc>
        <w:tc>
          <w:tcPr>
            <w:tcW w:w="5584" w:type="dxa"/>
          </w:tcPr>
          <w:p w14:paraId="61F21595" w14:textId="012D05AC" w:rsidR="000D41BD" w:rsidRPr="000D41BD" w:rsidRDefault="000D41BD" w:rsidP="000D41BD">
            <w:r w:rsidRPr="005A5330">
              <w:t>Par de Muletas Canadienses Adulto</w:t>
            </w:r>
          </w:p>
        </w:tc>
        <w:tc>
          <w:tcPr>
            <w:tcW w:w="1276" w:type="dxa"/>
          </w:tcPr>
          <w:p w14:paraId="1F32DE41" w14:textId="4FB032AE" w:rsidR="000D41BD" w:rsidRPr="000D41BD" w:rsidRDefault="000D41BD" w:rsidP="000D41BD">
            <w:r>
              <w:t>Unidad</w:t>
            </w:r>
          </w:p>
        </w:tc>
        <w:tc>
          <w:tcPr>
            <w:tcW w:w="1276" w:type="dxa"/>
          </w:tcPr>
          <w:p w14:paraId="7D853761" w14:textId="77777777" w:rsidR="000D41BD" w:rsidRPr="005A5330" w:rsidRDefault="000D41BD" w:rsidP="000D41BD"/>
        </w:tc>
        <w:tc>
          <w:tcPr>
            <w:tcW w:w="1701" w:type="dxa"/>
          </w:tcPr>
          <w:p w14:paraId="7AAA8749" w14:textId="77777777" w:rsidR="000D41BD" w:rsidRPr="005A5330" w:rsidRDefault="000D41BD" w:rsidP="000D41BD"/>
        </w:tc>
        <w:tc>
          <w:tcPr>
            <w:tcW w:w="1559" w:type="dxa"/>
          </w:tcPr>
          <w:p w14:paraId="7B14EFE1" w14:textId="77777777" w:rsidR="000D41BD" w:rsidRPr="005A5330" w:rsidRDefault="000D41BD" w:rsidP="000D41BD"/>
        </w:tc>
        <w:tc>
          <w:tcPr>
            <w:tcW w:w="1843" w:type="dxa"/>
          </w:tcPr>
          <w:p w14:paraId="6D438E63" w14:textId="77777777" w:rsidR="000D41BD" w:rsidRPr="005A5330" w:rsidRDefault="000D41BD" w:rsidP="000D41BD"/>
        </w:tc>
      </w:tr>
      <w:tr w:rsidR="008F3399" w14:paraId="0E1F4B9A" w14:textId="77777777" w:rsidTr="007B09CE">
        <w:trPr>
          <w:trHeight w:val="115"/>
          <w:jc w:val="center"/>
        </w:trPr>
        <w:tc>
          <w:tcPr>
            <w:tcW w:w="849" w:type="dxa"/>
          </w:tcPr>
          <w:p w14:paraId="49D0D5DD" w14:textId="69C245D1" w:rsidR="008F3399" w:rsidRPr="008F3399" w:rsidRDefault="008F3399" w:rsidP="008F3399">
            <w:r w:rsidRPr="005A5330">
              <w:t>16</w:t>
            </w:r>
          </w:p>
        </w:tc>
        <w:tc>
          <w:tcPr>
            <w:tcW w:w="5584" w:type="dxa"/>
          </w:tcPr>
          <w:p w14:paraId="6BA949D6" w14:textId="51687BD8" w:rsidR="008F3399" w:rsidRPr="008F3399" w:rsidRDefault="008F3399" w:rsidP="008F3399">
            <w:r w:rsidRPr="005A5330">
              <w:t>Par de Muletas axilares Aluminio Adulto</w:t>
            </w:r>
            <w:r>
              <w:t xml:space="preserve"> 5.2 - 5.10 pies</w:t>
            </w:r>
          </w:p>
        </w:tc>
        <w:tc>
          <w:tcPr>
            <w:tcW w:w="1276" w:type="dxa"/>
          </w:tcPr>
          <w:p w14:paraId="58828CAE" w14:textId="6D2245EB" w:rsidR="008F3399" w:rsidRPr="008F3399" w:rsidRDefault="008F3399" w:rsidP="008F3399">
            <w:r w:rsidRPr="005A5330">
              <w:t>Unidad</w:t>
            </w:r>
          </w:p>
        </w:tc>
        <w:tc>
          <w:tcPr>
            <w:tcW w:w="1276" w:type="dxa"/>
          </w:tcPr>
          <w:p w14:paraId="235BC575" w14:textId="77777777" w:rsidR="008F3399" w:rsidRPr="005A5330" w:rsidRDefault="008F3399" w:rsidP="008F3399"/>
        </w:tc>
        <w:tc>
          <w:tcPr>
            <w:tcW w:w="1701" w:type="dxa"/>
          </w:tcPr>
          <w:p w14:paraId="12B2CF9B" w14:textId="77777777" w:rsidR="008F3399" w:rsidRPr="005A5330" w:rsidRDefault="008F3399" w:rsidP="008F3399"/>
        </w:tc>
        <w:tc>
          <w:tcPr>
            <w:tcW w:w="1559" w:type="dxa"/>
          </w:tcPr>
          <w:p w14:paraId="70D32654" w14:textId="77777777" w:rsidR="008F3399" w:rsidRPr="005A5330" w:rsidRDefault="008F3399" w:rsidP="008F3399"/>
        </w:tc>
        <w:tc>
          <w:tcPr>
            <w:tcW w:w="1843" w:type="dxa"/>
          </w:tcPr>
          <w:p w14:paraId="6F72471E" w14:textId="77777777" w:rsidR="008F3399" w:rsidRPr="005A5330" w:rsidRDefault="008F3399" w:rsidP="008F3399"/>
        </w:tc>
      </w:tr>
      <w:tr w:rsidR="008F3399" w14:paraId="35924648" w14:textId="77777777" w:rsidTr="007B09CE">
        <w:trPr>
          <w:trHeight w:val="69"/>
          <w:jc w:val="center"/>
        </w:trPr>
        <w:tc>
          <w:tcPr>
            <w:tcW w:w="849" w:type="dxa"/>
          </w:tcPr>
          <w:p w14:paraId="4558F127" w14:textId="7DD3F18C" w:rsidR="008F3399" w:rsidRPr="008F3399" w:rsidRDefault="008F3399" w:rsidP="008F3399">
            <w:r w:rsidRPr="005A5330">
              <w:t>17</w:t>
            </w:r>
          </w:p>
        </w:tc>
        <w:tc>
          <w:tcPr>
            <w:tcW w:w="5584" w:type="dxa"/>
          </w:tcPr>
          <w:p w14:paraId="002846BB" w14:textId="1B3FCF09" w:rsidR="008F3399" w:rsidRPr="008F3399" w:rsidRDefault="008F3399" w:rsidP="008F3399">
            <w:r w:rsidRPr="005A5330">
              <w:t>Par de Muletas Axilares Aluminio Adulto</w:t>
            </w:r>
            <w:r>
              <w:t xml:space="preserve"> 5.10 - 6.6 pies</w:t>
            </w:r>
          </w:p>
        </w:tc>
        <w:tc>
          <w:tcPr>
            <w:tcW w:w="1276" w:type="dxa"/>
          </w:tcPr>
          <w:p w14:paraId="242E1414" w14:textId="43304C98" w:rsidR="008F3399" w:rsidRPr="008F3399" w:rsidRDefault="008F3399" w:rsidP="008F3399">
            <w:r w:rsidRPr="005A5330">
              <w:t>Unidad</w:t>
            </w:r>
          </w:p>
        </w:tc>
        <w:tc>
          <w:tcPr>
            <w:tcW w:w="1276" w:type="dxa"/>
          </w:tcPr>
          <w:p w14:paraId="16C51A30" w14:textId="77777777" w:rsidR="008F3399" w:rsidRPr="005A5330" w:rsidRDefault="008F3399" w:rsidP="008F3399"/>
        </w:tc>
        <w:tc>
          <w:tcPr>
            <w:tcW w:w="1701" w:type="dxa"/>
          </w:tcPr>
          <w:p w14:paraId="228A59EA" w14:textId="77777777" w:rsidR="008F3399" w:rsidRPr="005A5330" w:rsidRDefault="008F3399" w:rsidP="008F3399"/>
        </w:tc>
        <w:tc>
          <w:tcPr>
            <w:tcW w:w="1559" w:type="dxa"/>
          </w:tcPr>
          <w:p w14:paraId="30A81B82" w14:textId="77777777" w:rsidR="008F3399" w:rsidRPr="005A5330" w:rsidRDefault="008F3399" w:rsidP="008F3399"/>
        </w:tc>
        <w:tc>
          <w:tcPr>
            <w:tcW w:w="1843" w:type="dxa"/>
          </w:tcPr>
          <w:p w14:paraId="3C34183A" w14:textId="77777777" w:rsidR="008F3399" w:rsidRPr="005A5330" w:rsidRDefault="008F3399" w:rsidP="008F3399"/>
        </w:tc>
      </w:tr>
      <w:tr w:rsidR="008F3399" w14:paraId="7C3296BE" w14:textId="77777777" w:rsidTr="007B09CE">
        <w:trPr>
          <w:trHeight w:val="69"/>
          <w:jc w:val="center"/>
        </w:trPr>
        <w:tc>
          <w:tcPr>
            <w:tcW w:w="849" w:type="dxa"/>
          </w:tcPr>
          <w:p w14:paraId="4D05EABE" w14:textId="15017F5C" w:rsidR="008F3399" w:rsidRPr="008F3399" w:rsidRDefault="008F3399" w:rsidP="008F3399">
            <w:r w:rsidRPr="005A5330">
              <w:t>18</w:t>
            </w:r>
          </w:p>
        </w:tc>
        <w:tc>
          <w:tcPr>
            <w:tcW w:w="5584" w:type="dxa"/>
          </w:tcPr>
          <w:p w14:paraId="770B57DB" w14:textId="79C5C885" w:rsidR="008F3399" w:rsidRPr="008F3399" w:rsidRDefault="008F3399" w:rsidP="008F3399">
            <w:r w:rsidRPr="005A5330">
              <w:t>Andadores estándar adulto</w:t>
            </w:r>
          </w:p>
        </w:tc>
        <w:tc>
          <w:tcPr>
            <w:tcW w:w="1276" w:type="dxa"/>
          </w:tcPr>
          <w:p w14:paraId="09366ECA" w14:textId="2F945E23" w:rsidR="008F3399" w:rsidRPr="008F3399" w:rsidRDefault="008F3399" w:rsidP="008F3399">
            <w:r w:rsidRPr="005A5330">
              <w:t>Unidad</w:t>
            </w:r>
          </w:p>
        </w:tc>
        <w:tc>
          <w:tcPr>
            <w:tcW w:w="1276" w:type="dxa"/>
          </w:tcPr>
          <w:p w14:paraId="0844E32C" w14:textId="77777777" w:rsidR="008F3399" w:rsidRPr="005A5330" w:rsidRDefault="008F3399" w:rsidP="008F3399"/>
        </w:tc>
        <w:tc>
          <w:tcPr>
            <w:tcW w:w="1701" w:type="dxa"/>
          </w:tcPr>
          <w:p w14:paraId="55CBD3C4" w14:textId="77777777" w:rsidR="008F3399" w:rsidRPr="005A5330" w:rsidRDefault="008F3399" w:rsidP="008F3399"/>
        </w:tc>
        <w:tc>
          <w:tcPr>
            <w:tcW w:w="1559" w:type="dxa"/>
          </w:tcPr>
          <w:p w14:paraId="0787FCAB" w14:textId="77777777" w:rsidR="008F3399" w:rsidRPr="005A5330" w:rsidRDefault="008F3399" w:rsidP="008F3399"/>
        </w:tc>
        <w:tc>
          <w:tcPr>
            <w:tcW w:w="1843" w:type="dxa"/>
          </w:tcPr>
          <w:p w14:paraId="06F4E645" w14:textId="77777777" w:rsidR="008F3399" w:rsidRPr="005A5330" w:rsidRDefault="008F3399" w:rsidP="008F3399"/>
        </w:tc>
      </w:tr>
      <w:tr w:rsidR="008F3399" w14:paraId="3DFEA8CD" w14:textId="77777777" w:rsidTr="007B09CE">
        <w:trPr>
          <w:trHeight w:val="76"/>
          <w:jc w:val="center"/>
        </w:trPr>
        <w:tc>
          <w:tcPr>
            <w:tcW w:w="849" w:type="dxa"/>
          </w:tcPr>
          <w:p w14:paraId="6C914147" w14:textId="3B76B41E" w:rsidR="008F3399" w:rsidRPr="008F3399" w:rsidRDefault="008F3399" w:rsidP="008F3399">
            <w:r w:rsidRPr="005A5330">
              <w:t>19</w:t>
            </w:r>
          </w:p>
        </w:tc>
        <w:tc>
          <w:tcPr>
            <w:tcW w:w="5584" w:type="dxa"/>
          </w:tcPr>
          <w:p w14:paraId="1B823CE0" w14:textId="4786C4B3" w:rsidR="008F3399" w:rsidRPr="008F3399" w:rsidRDefault="008F3399" w:rsidP="008F3399">
            <w:r w:rsidRPr="005A5330">
              <w:t>Andadores con rueda Adulto</w:t>
            </w:r>
          </w:p>
        </w:tc>
        <w:tc>
          <w:tcPr>
            <w:tcW w:w="1276" w:type="dxa"/>
          </w:tcPr>
          <w:p w14:paraId="6E662F6B" w14:textId="41BFDE02" w:rsidR="008F3399" w:rsidRPr="008F3399" w:rsidRDefault="008F3399" w:rsidP="008F3399">
            <w:r w:rsidRPr="005A5330">
              <w:t>Unidad</w:t>
            </w:r>
          </w:p>
        </w:tc>
        <w:tc>
          <w:tcPr>
            <w:tcW w:w="1276" w:type="dxa"/>
          </w:tcPr>
          <w:p w14:paraId="6136181A" w14:textId="77777777" w:rsidR="008F3399" w:rsidRPr="005A5330" w:rsidRDefault="008F3399" w:rsidP="008F3399"/>
        </w:tc>
        <w:tc>
          <w:tcPr>
            <w:tcW w:w="1701" w:type="dxa"/>
          </w:tcPr>
          <w:p w14:paraId="73477D93" w14:textId="77777777" w:rsidR="008F3399" w:rsidRPr="005A5330" w:rsidRDefault="008F3399" w:rsidP="008F3399"/>
        </w:tc>
        <w:tc>
          <w:tcPr>
            <w:tcW w:w="1559" w:type="dxa"/>
          </w:tcPr>
          <w:p w14:paraId="18A97255" w14:textId="77777777" w:rsidR="008F3399" w:rsidRPr="005A5330" w:rsidRDefault="008F3399" w:rsidP="008F3399"/>
        </w:tc>
        <w:tc>
          <w:tcPr>
            <w:tcW w:w="1843" w:type="dxa"/>
          </w:tcPr>
          <w:p w14:paraId="3793D928" w14:textId="77777777" w:rsidR="008F3399" w:rsidRPr="005A5330" w:rsidRDefault="008F3399" w:rsidP="008F3399"/>
        </w:tc>
      </w:tr>
      <w:tr w:rsidR="008F3399" w14:paraId="4F828523" w14:textId="77777777" w:rsidTr="007B09CE">
        <w:trPr>
          <w:trHeight w:val="69"/>
          <w:jc w:val="center"/>
        </w:trPr>
        <w:tc>
          <w:tcPr>
            <w:tcW w:w="849" w:type="dxa"/>
          </w:tcPr>
          <w:p w14:paraId="3B4F59D5" w14:textId="1FFCCE99" w:rsidR="008F3399" w:rsidRPr="008F3399" w:rsidRDefault="008F3399" w:rsidP="008F3399">
            <w:r w:rsidRPr="005A5330">
              <w:t>20</w:t>
            </w:r>
          </w:p>
        </w:tc>
        <w:tc>
          <w:tcPr>
            <w:tcW w:w="5584" w:type="dxa"/>
          </w:tcPr>
          <w:p w14:paraId="6E3626A7" w14:textId="1D24F6B2" w:rsidR="008F3399" w:rsidRPr="008F3399" w:rsidRDefault="008F3399" w:rsidP="008F3399">
            <w:r w:rsidRPr="005A5330">
              <w:t>Andadores estándar para niños</w:t>
            </w:r>
          </w:p>
        </w:tc>
        <w:tc>
          <w:tcPr>
            <w:tcW w:w="1276" w:type="dxa"/>
          </w:tcPr>
          <w:p w14:paraId="2E75D28D" w14:textId="0AA16A72" w:rsidR="008F3399" w:rsidRPr="008F3399" w:rsidRDefault="008F3399" w:rsidP="008F3399">
            <w:r w:rsidRPr="005A5330">
              <w:t>Unidad</w:t>
            </w:r>
          </w:p>
        </w:tc>
        <w:tc>
          <w:tcPr>
            <w:tcW w:w="1276" w:type="dxa"/>
          </w:tcPr>
          <w:p w14:paraId="791B24B1" w14:textId="77777777" w:rsidR="008F3399" w:rsidRPr="005A5330" w:rsidRDefault="008F3399" w:rsidP="008F3399"/>
        </w:tc>
        <w:tc>
          <w:tcPr>
            <w:tcW w:w="1701" w:type="dxa"/>
          </w:tcPr>
          <w:p w14:paraId="215B805B" w14:textId="77777777" w:rsidR="008F3399" w:rsidRPr="005A5330" w:rsidRDefault="008F3399" w:rsidP="008F3399"/>
        </w:tc>
        <w:tc>
          <w:tcPr>
            <w:tcW w:w="1559" w:type="dxa"/>
          </w:tcPr>
          <w:p w14:paraId="4E57E5D2" w14:textId="77777777" w:rsidR="008F3399" w:rsidRPr="005A5330" w:rsidRDefault="008F3399" w:rsidP="008F3399"/>
        </w:tc>
        <w:tc>
          <w:tcPr>
            <w:tcW w:w="1843" w:type="dxa"/>
          </w:tcPr>
          <w:p w14:paraId="1D187D10" w14:textId="77777777" w:rsidR="008F3399" w:rsidRPr="005A5330" w:rsidRDefault="008F3399" w:rsidP="008F3399"/>
        </w:tc>
      </w:tr>
      <w:tr w:rsidR="008F3399" w14:paraId="1B2C0610" w14:textId="77777777" w:rsidTr="007B09CE">
        <w:trPr>
          <w:trHeight w:val="161"/>
          <w:jc w:val="center"/>
        </w:trPr>
        <w:tc>
          <w:tcPr>
            <w:tcW w:w="849" w:type="dxa"/>
          </w:tcPr>
          <w:p w14:paraId="393DEFEB" w14:textId="353243D8" w:rsidR="008F3399" w:rsidRPr="008F3399" w:rsidRDefault="008F3399" w:rsidP="008F3399">
            <w:r w:rsidRPr="005A5330">
              <w:t>21</w:t>
            </w:r>
          </w:p>
        </w:tc>
        <w:tc>
          <w:tcPr>
            <w:tcW w:w="5584" w:type="dxa"/>
          </w:tcPr>
          <w:p w14:paraId="1829EE2E" w14:textId="1E518364" w:rsidR="008F3399" w:rsidRPr="008F3399" w:rsidRDefault="008F3399" w:rsidP="008F3399">
            <w:r w:rsidRPr="005A5330">
              <w:t>Andadores con rueda para niños</w:t>
            </w:r>
          </w:p>
        </w:tc>
        <w:tc>
          <w:tcPr>
            <w:tcW w:w="1276" w:type="dxa"/>
          </w:tcPr>
          <w:p w14:paraId="1BA30C17" w14:textId="382A5D95" w:rsidR="008F3399" w:rsidRPr="008F3399" w:rsidRDefault="008F3399" w:rsidP="008F3399">
            <w:r w:rsidRPr="005A5330">
              <w:t>Unidad</w:t>
            </w:r>
          </w:p>
        </w:tc>
        <w:tc>
          <w:tcPr>
            <w:tcW w:w="1276" w:type="dxa"/>
          </w:tcPr>
          <w:p w14:paraId="59139CBB" w14:textId="77777777" w:rsidR="008F3399" w:rsidRPr="005A5330" w:rsidRDefault="008F3399" w:rsidP="008F3399"/>
        </w:tc>
        <w:tc>
          <w:tcPr>
            <w:tcW w:w="1701" w:type="dxa"/>
          </w:tcPr>
          <w:p w14:paraId="60708B9F" w14:textId="77777777" w:rsidR="008F3399" w:rsidRPr="005A5330" w:rsidRDefault="008F3399" w:rsidP="008F3399"/>
        </w:tc>
        <w:tc>
          <w:tcPr>
            <w:tcW w:w="1559" w:type="dxa"/>
          </w:tcPr>
          <w:p w14:paraId="58A93CDC" w14:textId="77777777" w:rsidR="008F3399" w:rsidRPr="005A5330" w:rsidRDefault="008F3399" w:rsidP="008F3399"/>
        </w:tc>
        <w:tc>
          <w:tcPr>
            <w:tcW w:w="1843" w:type="dxa"/>
          </w:tcPr>
          <w:p w14:paraId="6F90A58D" w14:textId="77777777" w:rsidR="008F3399" w:rsidRPr="005A5330" w:rsidRDefault="008F3399" w:rsidP="008F3399"/>
        </w:tc>
      </w:tr>
      <w:tr w:rsidR="008F3399" w14:paraId="49F19AE0" w14:textId="77777777" w:rsidTr="007B09CE">
        <w:trPr>
          <w:trHeight w:val="69"/>
          <w:jc w:val="center"/>
        </w:trPr>
        <w:tc>
          <w:tcPr>
            <w:tcW w:w="849" w:type="dxa"/>
          </w:tcPr>
          <w:p w14:paraId="1FE803DF" w14:textId="0E6A53E0" w:rsidR="008F3399" w:rsidRPr="008F3399" w:rsidRDefault="008F3399" w:rsidP="008F3399">
            <w:r w:rsidRPr="005A5330">
              <w:t>22</w:t>
            </w:r>
          </w:p>
        </w:tc>
        <w:tc>
          <w:tcPr>
            <w:tcW w:w="5584" w:type="dxa"/>
          </w:tcPr>
          <w:p w14:paraId="22E93A0F" w14:textId="6A2CC798" w:rsidR="008F3399" w:rsidRPr="000D41BD" w:rsidRDefault="008F3399" w:rsidP="008F3399">
            <w:r>
              <w:t>Silla de baños con espaldar</w:t>
            </w:r>
          </w:p>
        </w:tc>
        <w:tc>
          <w:tcPr>
            <w:tcW w:w="1276" w:type="dxa"/>
          </w:tcPr>
          <w:p w14:paraId="68652631" w14:textId="49D893A5" w:rsidR="008F3399" w:rsidRPr="000D41BD" w:rsidRDefault="008F3399" w:rsidP="008F3399">
            <w:r>
              <w:t>Unidad</w:t>
            </w:r>
          </w:p>
        </w:tc>
        <w:tc>
          <w:tcPr>
            <w:tcW w:w="1276" w:type="dxa"/>
          </w:tcPr>
          <w:p w14:paraId="0B77105A" w14:textId="77777777" w:rsidR="008F3399" w:rsidRPr="005A5330" w:rsidRDefault="008F3399" w:rsidP="008F3399"/>
        </w:tc>
        <w:tc>
          <w:tcPr>
            <w:tcW w:w="1701" w:type="dxa"/>
          </w:tcPr>
          <w:p w14:paraId="71BB0B68" w14:textId="77777777" w:rsidR="008F3399" w:rsidRPr="005A5330" w:rsidRDefault="008F3399" w:rsidP="008F3399"/>
        </w:tc>
        <w:tc>
          <w:tcPr>
            <w:tcW w:w="1559" w:type="dxa"/>
          </w:tcPr>
          <w:p w14:paraId="2FB19642" w14:textId="77777777" w:rsidR="008F3399" w:rsidRPr="005A5330" w:rsidRDefault="008F3399" w:rsidP="008F3399"/>
        </w:tc>
        <w:tc>
          <w:tcPr>
            <w:tcW w:w="1843" w:type="dxa"/>
          </w:tcPr>
          <w:p w14:paraId="4ADE3705" w14:textId="77777777" w:rsidR="008F3399" w:rsidRPr="005A5330" w:rsidRDefault="008F3399" w:rsidP="008F3399"/>
        </w:tc>
      </w:tr>
      <w:tr w:rsidR="008F3399" w14:paraId="112A59B0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FA18235" w14:textId="77777777" w:rsidR="008F3399" w:rsidRPr="000D41BD" w:rsidRDefault="008F3399" w:rsidP="008F3399"/>
          <w:p w14:paraId="120CFEF4" w14:textId="2C7816C2" w:rsidR="008F3399" w:rsidRPr="008F3399" w:rsidRDefault="008F3399" w:rsidP="008F3399">
            <w:r w:rsidRPr="000D41BD">
              <w:t>VALOR TOTAL DE LA OFERTA: …………………</w:t>
            </w:r>
            <w:r w:rsidRPr="008F3399">
              <w:t>………………</w:t>
            </w:r>
            <w:proofErr w:type="gramStart"/>
            <w:r w:rsidRPr="008F3399">
              <w:t>…….</w:t>
            </w:r>
            <w:proofErr w:type="gramEnd"/>
            <w:r w:rsidRPr="008F3399">
              <w:t>.……… RD$</w:t>
            </w:r>
          </w:p>
          <w:p w14:paraId="179D8600" w14:textId="77777777" w:rsidR="008F3399" w:rsidRPr="008F3399" w:rsidRDefault="008F3399" w:rsidP="008F3399">
            <w:r w:rsidRPr="000D41BD">
              <w:t xml:space="preserve">Valor total de la oferta en </w:t>
            </w:r>
            <w:proofErr w:type="gramStart"/>
            <w:r w:rsidRPr="000D41BD">
              <w:t>letras</w:t>
            </w:r>
            <w:r w:rsidRPr="008F3399">
              <w:t>:…</w:t>
            </w:r>
            <w:proofErr w:type="gramEnd"/>
            <w:r w:rsidRPr="008F3399">
              <w:t>…………………………………………………………………………………………………………………………………</w:t>
            </w:r>
          </w:p>
        </w:tc>
      </w:tr>
    </w:tbl>
    <w:p w14:paraId="697D2308" w14:textId="77777777" w:rsidR="0037246F" w:rsidRPr="00A24343" w:rsidRDefault="0037246F" w:rsidP="007B09CE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14:paraId="5C0E7AEC" w14:textId="10E8163A" w:rsidR="0037246F" w:rsidRPr="007B09CE" w:rsidRDefault="0037246F" w:rsidP="007B09CE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28E9CAF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41DA890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2574A6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01A79E" wp14:editId="20884B7E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4445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69D4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A79E" id="Text Box 26" o:spid="_x0000_s1036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7BJ5g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" filled="f" stroked="f">
                <v:textbox inset=",.3mm">
                  <w:txbxContent>
                    <w:p w14:paraId="727A69D4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7B09CE">
      <w:footerReference w:type="default" r:id="rId9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33F28" w14:textId="77777777" w:rsidR="00B72CC2" w:rsidRDefault="00B72CC2" w:rsidP="001007E7">
      <w:pPr>
        <w:spacing w:after="0" w:line="240" w:lineRule="auto"/>
      </w:pPr>
      <w:r>
        <w:separator/>
      </w:r>
    </w:p>
  </w:endnote>
  <w:endnote w:type="continuationSeparator" w:id="0">
    <w:p w14:paraId="19BF609F" w14:textId="77777777" w:rsidR="00B72CC2" w:rsidRDefault="00B72CC2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6C66A" w14:textId="2D9EECC9" w:rsidR="00B97B51" w:rsidRDefault="00EA03F8" w:rsidP="00EA03F8">
    <w:pPr>
      <w:pStyle w:val="Piedepgina"/>
    </w:pPr>
    <w:r w:rsidRPr="00EA03F8">
      <w:rPr>
        <w:noProof/>
      </w:rPr>
      <w:drawing>
        <wp:anchor distT="0" distB="0" distL="114300" distR="114300" simplePos="0" relativeHeight="251663360" behindDoc="0" locked="0" layoutInCell="1" allowOverlap="1" wp14:anchorId="2AD9CA39" wp14:editId="6304F247">
          <wp:simplePos x="0" y="0"/>
          <wp:positionH relativeFrom="column">
            <wp:posOffset>7495169</wp:posOffset>
          </wp:positionH>
          <wp:positionV relativeFrom="paragraph">
            <wp:posOffset>62865</wp:posOffset>
          </wp:positionV>
          <wp:extent cx="859155" cy="237490"/>
          <wp:effectExtent l="0" t="0" r="0" b="0"/>
          <wp:wrapNone/>
          <wp:docPr id="20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A03F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FCDA5A" wp14:editId="66284952">
              <wp:simplePos x="0" y="0"/>
              <wp:positionH relativeFrom="column">
                <wp:posOffset>7277364</wp:posOffset>
              </wp:positionH>
              <wp:positionV relativeFrom="paragraph">
                <wp:posOffset>-302895</wp:posOffset>
              </wp:positionV>
              <wp:extent cx="1541145" cy="306705"/>
              <wp:effectExtent l="0" t="0" r="1905" b="17145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4DA642" w14:textId="77777777" w:rsidR="00EA03F8" w:rsidRPr="00157600" w:rsidRDefault="00EA03F8" w:rsidP="00EA03F8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AEFD07A" w14:textId="77777777" w:rsidR="00EA03F8" w:rsidRDefault="00EA03F8" w:rsidP="00EA03F8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7D1D8905" w14:textId="77777777" w:rsidR="00EA03F8" w:rsidRPr="00157600" w:rsidRDefault="00EA03F8" w:rsidP="00EA03F8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-57358871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CFCDA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73pt;margin-top:-23.85pt;width:121.35pt;height:24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" filled="f" stroked="f">
              <v:textbox style="mso-fit-shape-to-text:t" inset="0,0,0,0">
                <w:txbxContent>
                  <w:p w14:paraId="014DA642" w14:textId="77777777" w:rsidR="00EA03F8" w:rsidRPr="00157600" w:rsidRDefault="00EA03F8" w:rsidP="00EA03F8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AEFD07A" w14:textId="77777777" w:rsidR="00EA03F8" w:rsidRDefault="00EA03F8" w:rsidP="00EA03F8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7D1D8905" w14:textId="77777777" w:rsidR="00EA03F8" w:rsidRPr="00157600" w:rsidRDefault="00EA03F8" w:rsidP="00EA03F8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-57358871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Pr="00EA03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25798E" wp14:editId="72A7901A">
              <wp:simplePos x="0" y="0"/>
              <wp:positionH relativeFrom="margin">
                <wp:align>left</wp:align>
              </wp:positionH>
              <wp:positionV relativeFrom="paragraph">
                <wp:posOffset>-120769</wp:posOffset>
              </wp:positionV>
              <wp:extent cx="577850" cy="175895"/>
              <wp:effectExtent l="0" t="0" r="12700" b="14605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E329C" w14:textId="77777777" w:rsidR="00EA03F8" w:rsidRPr="0083342F" w:rsidRDefault="00EA03F8" w:rsidP="00EA03F8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25798E" id="Text Box 1" o:spid="_x0000_s1038" type="#_x0000_t202" style="position:absolute;margin-left:0;margin-top:-9.5pt;width:45.5pt;height:13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" filled="f" stroked="f">
              <v:textbox inset="0,0,0,0">
                <w:txbxContent>
                  <w:p w14:paraId="440E329C" w14:textId="77777777" w:rsidR="00EA03F8" w:rsidRPr="0083342F" w:rsidRDefault="00EA03F8" w:rsidP="00EA03F8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61709264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A03F8">
              <w:t xml:space="preserve">Página </w:t>
            </w:r>
            <w:r w:rsidRPr="00EA03F8">
              <w:fldChar w:fldCharType="begin"/>
            </w:r>
            <w:r w:rsidRPr="00EA03F8">
              <w:instrText>PAGE</w:instrText>
            </w:r>
            <w:r w:rsidRPr="00EA03F8">
              <w:fldChar w:fldCharType="separate"/>
            </w:r>
            <w:r w:rsidRPr="00EA03F8">
              <w:t>2</w:t>
            </w:r>
            <w:r w:rsidRPr="00EA03F8">
              <w:fldChar w:fldCharType="end"/>
            </w:r>
            <w:r w:rsidRPr="00EA03F8">
              <w:t xml:space="preserve"> de </w:t>
            </w:r>
            <w:r w:rsidRPr="00EA03F8">
              <w:fldChar w:fldCharType="begin"/>
            </w:r>
            <w:r w:rsidRPr="00EA03F8">
              <w:instrText>NUMPAGES</w:instrText>
            </w:r>
            <w:r w:rsidRPr="00EA03F8">
              <w:fldChar w:fldCharType="separate"/>
            </w:r>
            <w:r w:rsidRPr="00EA03F8">
              <w:t>2</w:t>
            </w:r>
            <w:r w:rsidRPr="00EA03F8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0C7C7" w14:textId="77777777" w:rsidR="00B72CC2" w:rsidRDefault="00B72CC2" w:rsidP="001007E7">
      <w:pPr>
        <w:spacing w:after="0" w:line="240" w:lineRule="auto"/>
      </w:pPr>
      <w:r>
        <w:separator/>
      </w:r>
    </w:p>
  </w:footnote>
  <w:footnote w:type="continuationSeparator" w:id="0">
    <w:p w14:paraId="78A863AC" w14:textId="77777777" w:rsidR="00B72CC2" w:rsidRDefault="00B72CC2" w:rsidP="001007E7">
      <w:pPr>
        <w:spacing w:after="0" w:line="240" w:lineRule="auto"/>
      </w:pPr>
      <w:r>
        <w:continuationSeparator/>
      </w:r>
    </w:p>
  </w:footnote>
  <w:footnote w:id="1">
    <w:p w14:paraId="7ED4BFB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2CCA2D5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731BD"/>
    <w:rsid w:val="000D41BD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574A6"/>
    <w:rsid w:val="0026335F"/>
    <w:rsid w:val="002860A4"/>
    <w:rsid w:val="002971F5"/>
    <w:rsid w:val="002C4A7E"/>
    <w:rsid w:val="002E1412"/>
    <w:rsid w:val="00314023"/>
    <w:rsid w:val="0031441A"/>
    <w:rsid w:val="00320189"/>
    <w:rsid w:val="00351DE8"/>
    <w:rsid w:val="0037246F"/>
    <w:rsid w:val="00382E7A"/>
    <w:rsid w:val="003A4539"/>
    <w:rsid w:val="003B29C3"/>
    <w:rsid w:val="003B38E0"/>
    <w:rsid w:val="00403697"/>
    <w:rsid w:val="0042490F"/>
    <w:rsid w:val="00466B9C"/>
    <w:rsid w:val="004767CC"/>
    <w:rsid w:val="0049643D"/>
    <w:rsid w:val="004A1A35"/>
    <w:rsid w:val="004C4743"/>
    <w:rsid w:val="004E4F9F"/>
    <w:rsid w:val="00535962"/>
    <w:rsid w:val="005A5330"/>
    <w:rsid w:val="005B442B"/>
    <w:rsid w:val="005D0D63"/>
    <w:rsid w:val="00611A07"/>
    <w:rsid w:val="0062592A"/>
    <w:rsid w:val="006506D0"/>
    <w:rsid w:val="00651E48"/>
    <w:rsid w:val="006709BC"/>
    <w:rsid w:val="006E0558"/>
    <w:rsid w:val="007643A7"/>
    <w:rsid w:val="00780880"/>
    <w:rsid w:val="007B09CE"/>
    <w:rsid w:val="007B4164"/>
    <w:rsid w:val="007B6F6F"/>
    <w:rsid w:val="00810515"/>
    <w:rsid w:val="0083342F"/>
    <w:rsid w:val="00854B4F"/>
    <w:rsid w:val="008846C5"/>
    <w:rsid w:val="008B3AE5"/>
    <w:rsid w:val="008F3399"/>
    <w:rsid w:val="009002B4"/>
    <w:rsid w:val="00957FDA"/>
    <w:rsid w:val="00963B24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21B03"/>
    <w:rsid w:val="00B3101F"/>
    <w:rsid w:val="00B420BA"/>
    <w:rsid w:val="00B61D08"/>
    <w:rsid w:val="00B62EEF"/>
    <w:rsid w:val="00B72CC2"/>
    <w:rsid w:val="00B82170"/>
    <w:rsid w:val="00B9237C"/>
    <w:rsid w:val="00B97B51"/>
    <w:rsid w:val="00BC1D0C"/>
    <w:rsid w:val="00BC61BD"/>
    <w:rsid w:val="00BE4FB0"/>
    <w:rsid w:val="00BF1AD5"/>
    <w:rsid w:val="00C66D08"/>
    <w:rsid w:val="00C95179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03F8"/>
    <w:rsid w:val="00EA7406"/>
    <w:rsid w:val="00EB128A"/>
    <w:rsid w:val="00EF3C14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7EF243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220C-218F-4F94-9661-BA6D013A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8</cp:revision>
  <cp:lastPrinted>2011-03-04T18:27:00Z</cp:lastPrinted>
  <dcterms:created xsi:type="dcterms:W3CDTF">2024-06-27T19:13:00Z</dcterms:created>
  <dcterms:modified xsi:type="dcterms:W3CDTF">2025-10-14T18:33:00Z</dcterms:modified>
</cp:coreProperties>
</file>